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48" w:type="dxa"/>
        <w:tblLayout w:type="fixed"/>
        <w:tblLook w:val="0000"/>
      </w:tblPr>
      <w:tblGrid>
        <w:gridCol w:w="817"/>
        <w:gridCol w:w="1276"/>
        <w:gridCol w:w="567"/>
        <w:gridCol w:w="2128"/>
        <w:gridCol w:w="360"/>
        <w:gridCol w:w="4500"/>
      </w:tblGrid>
      <w:tr w:rsidR="00174346" w:rsidRPr="00D43DB2" w:rsidTr="006B26F6">
        <w:trPr>
          <w:cantSplit/>
          <w:trHeight w:val="1128"/>
        </w:trPr>
        <w:tc>
          <w:tcPr>
            <w:tcW w:w="4788" w:type="dxa"/>
            <w:gridSpan w:val="4"/>
          </w:tcPr>
          <w:p w:rsidR="00174346" w:rsidRPr="00D43DB2" w:rsidRDefault="00174346" w:rsidP="006B26F6">
            <w:pPr>
              <w:jc w:val="center"/>
              <w:rPr>
                <w:rFonts w:ascii="Times New Roman" w:hAnsi="Times New Roman"/>
                <w:sz w:val="8"/>
              </w:rPr>
            </w:pPr>
          </w:p>
          <w:p w:rsidR="00174346" w:rsidRPr="00D43DB2" w:rsidRDefault="00174346" w:rsidP="006B26F6">
            <w:pPr>
              <w:jc w:val="center"/>
              <w:rPr>
                <w:rFonts w:ascii="Times New Roman" w:hAnsi="Times New Roman"/>
                <w:b/>
                <w:sz w:val="8"/>
              </w:rPr>
            </w:pPr>
          </w:p>
          <w:p w:rsidR="00174346" w:rsidRPr="0059148E" w:rsidRDefault="00174346" w:rsidP="006B26F6">
            <w:pPr>
              <w:pStyle w:val="Header"/>
              <w:tabs>
                <w:tab w:val="clear" w:pos="4153"/>
                <w:tab w:val="clear" w:pos="8306"/>
              </w:tabs>
              <w:jc w:val="center"/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3" o:spid="_x0000_i1025" type="#_x0000_t75" alt="gerb--" style="width:38.25pt;height:57pt;visibility:visible">
                  <v:imagedata r:id="rId5" o:title=""/>
                </v:shape>
              </w:pict>
            </w:r>
          </w:p>
          <w:p w:rsidR="00174346" w:rsidRPr="00D43DB2" w:rsidRDefault="00174346" w:rsidP="006B26F6">
            <w:pPr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43DB2">
              <w:rPr>
                <w:rFonts w:ascii="Times New Roman" w:hAnsi="Times New Roman"/>
                <w:b/>
                <w:bCs/>
                <w:sz w:val="28"/>
                <w:szCs w:val="28"/>
              </w:rPr>
              <w:t>АДМИНИСТРАЦИЯ</w:t>
            </w:r>
          </w:p>
          <w:p w:rsidR="00174346" w:rsidRPr="00D43DB2" w:rsidRDefault="00174346" w:rsidP="006B26F6">
            <w:pPr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43DB2">
              <w:rPr>
                <w:rFonts w:ascii="Times New Roman" w:hAnsi="Times New Roman"/>
                <w:b/>
                <w:bCs/>
                <w:sz w:val="28"/>
                <w:szCs w:val="28"/>
              </w:rPr>
              <w:t>ТОГУЧИНСКОГО РАЙОНА</w:t>
            </w:r>
          </w:p>
          <w:p w:rsidR="00174346" w:rsidRPr="00D43DB2" w:rsidRDefault="00174346" w:rsidP="006B26F6">
            <w:pPr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43DB2">
              <w:rPr>
                <w:rFonts w:ascii="Times New Roman" w:hAnsi="Times New Roman"/>
                <w:b/>
                <w:bCs/>
                <w:sz w:val="28"/>
                <w:szCs w:val="28"/>
              </w:rPr>
              <w:t>НОВОСИБИРСКОЙ ОБЛАСТИ</w:t>
            </w:r>
          </w:p>
          <w:p w:rsidR="00174346" w:rsidRPr="007870EB" w:rsidRDefault="00174346" w:rsidP="006B26F6">
            <w:pPr>
              <w:pStyle w:val="Heading2"/>
              <w:jc w:val="center"/>
              <w:rPr>
                <w:sz w:val="24"/>
              </w:rPr>
            </w:pPr>
            <w:r w:rsidRPr="007870EB">
              <w:rPr>
                <w:sz w:val="24"/>
              </w:rPr>
              <w:t xml:space="preserve">Садовая ул., </w:t>
            </w:r>
            <w:smartTag w:uri="urn:schemas-microsoft-com:office:smarttags" w:element="metricconverter">
              <w:smartTagPr>
                <w:attr w:name="ProductID" w:val="9, г"/>
              </w:smartTagPr>
              <w:r w:rsidRPr="007870EB">
                <w:rPr>
                  <w:sz w:val="24"/>
                </w:rPr>
                <w:t>9, г</w:t>
              </w:r>
            </w:smartTag>
            <w:r w:rsidRPr="007870EB">
              <w:rPr>
                <w:sz w:val="24"/>
              </w:rPr>
              <w:t>. Тогучин, 633456</w:t>
            </w:r>
          </w:p>
          <w:p w:rsidR="00174346" w:rsidRPr="00D43DB2" w:rsidRDefault="00174346" w:rsidP="006B26F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3DB2">
              <w:rPr>
                <w:rFonts w:ascii="Times New Roman" w:hAnsi="Times New Roman"/>
                <w:sz w:val="24"/>
                <w:szCs w:val="24"/>
              </w:rPr>
              <w:t>Тел.: 22-281, 21-931</w:t>
            </w:r>
          </w:p>
          <w:p w:rsidR="00174346" w:rsidRPr="00D43DB2" w:rsidRDefault="00174346" w:rsidP="006B26F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3DB2">
              <w:rPr>
                <w:rFonts w:ascii="Times New Roman" w:hAnsi="Times New Roman"/>
                <w:sz w:val="24"/>
                <w:szCs w:val="24"/>
              </w:rPr>
              <w:t>Факс: 21-931</w:t>
            </w:r>
          </w:p>
          <w:p w:rsidR="00174346" w:rsidRPr="00D43DB2" w:rsidRDefault="00174346" w:rsidP="008D714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6" w:history="1">
              <w:r w:rsidRPr="00D43DB2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togadm</w:t>
              </w:r>
              <w:r w:rsidRPr="00D43DB2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</w:rPr>
                <w:t>@</w:t>
              </w:r>
              <w:r w:rsidRPr="00D43DB2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mail</w:t>
              </w:r>
              <w:r w:rsidRPr="00D43DB2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</w:rPr>
                <w:t>.ru</w:t>
              </w:r>
            </w:hyperlink>
          </w:p>
        </w:tc>
        <w:tc>
          <w:tcPr>
            <w:tcW w:w="360" w:type="dxa"/>
          </w:tcPr>
          <w:p w:rsidR="00174346" w:rsidRPr="00D43DB2" w:rsidRDefault="00174346" w:rsidP="006B26F6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174346" w:rsidRPr="00D43DB2" w:rsidRDefault="00174346" w:rsidP="006B26F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00" w:type="dxa"/>
          </w:tcPr>
          <w:p w:rsidR="00174346" w:rsidRPr="00D43DB2" w:rsidRDefault="00174346" w:rsidP="006B26F6">
            <w:pPr>
              <w:rPr>
                <w:rFonts w:ascii="Times New Roman" w:hAnsi="Times New Roman"/>
              </w:rPr>
            </w:pPr>
          </w:p>
          <w:p w:rsidR="00174346" w:rsidRPr="00D43DB2" w:rsidRDefault="00174346" w:rsidP="006B26F6">
            <w:pPr>
              <w:rPr>
                <w:rFonts w:ascii="Times New Roman" w:hAnsi="Times New Roman"/>
              </w:rPr>
            </w:pPr>
          </w:p>
          <w:p w:rsidR="00174346" w:rsidRPr="00D43DB2" w:rsidRDefault="00174346" w:rsidP="006B26F6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174346" w:rsidRPr="00D43DB2" w:rsidRDefault="00174346" w:rsidP="006B26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74346" w:rsidRPr="00D43DB2" w:rsidRDefault="00174346" w:rsidP="006B26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3DB2">
              <w:rPr>
                <w:rFonts w:ascii="Times New Roman" w:hAnsi="Times New Roman"/>
                <w:sz w:val="28"/>
                <w:szCs w:val="28"/>
              </w:rPr>
              <w:t xml:space="preserve">Председателю  Совета депутатов                                                </w:t>
            </w:r>
          </w:p>
          <w:p w:rsidR="00174346" w:rsidRPr="00D43DB2" w:rsidRDefault="00174346" w:rsidP="006B26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3DB2">
              <w:rPr>
                <w:rFonts w:ascii="Times New Roman" w:hAnsi="Times New Roman"/>
                <w:sz w:val="28"/>
                <w:szCs w:val="28"/>
              </w:rPr>
              <w:t>Тогучинского района</w:t>
            </w:r>
          </w:p>
          <w:p w:rsidR="00174346" w:rsidRPr="00D43DB2" w:rsidRDefault="00174346" w:rsidP="006B26F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3DB2">
              <w:rPr>
                <w:rFonts w:ascii="Times New Roman" w:hAnsi="Times New Roman"/>
                <w:sz w:val="28"/>
                <w:szCs w:val="28"/>
              </w:rPr>
              <w:t>Новосибирской области</w:t>
            </w:r>
          </w:p>
          <w:p w:rsidR="00174346" w:rsidRPr="00D43DB2" w:rsidRDefault="00174346" w:rsidP="006B26F6">
            <w:pPr>
              <w:rPr>
                <w:rFonts w:ascii="Times New Roman" w:hAnsi="Times New Roman"/>
                <w:sz w:val="28"/>
                <w:szCs w:val="28"/>
              </w:rPr>
            </w:pPr>
            <w:r w:rsidRPr="00D43DB2">
              <w:rPr>
                <w:rFonts w:ascii="Times New Roman" w:hAnsi="Times New Roman"/>
                <w:sz w:val="28"/>
                <w:szCs w:val="28"/>
              </w:rPr>
              <w:t>А.П. Мендруль</w:t>
            </w:r>
          </w:p>
          <w:p w:rsidR="00174346" w:rsidRPr="00D43DB2" w:rsidRDefault="00174346" w:rsidP="006B26F6">
            <w:pPr>
              <w:rPr>
                <w:rFonts w:ascii="Times New Roman" w:hAnsi="Times New Roman"/>
              </w:rPr>
            </w:pPr>
          </w:p>
        </w:tc>
      </w:tr>
      <w:tr w:rsidR="00174346" w:rsidRPr="00D43DB2" w:rsidTr="006B26F6">
        <w:trPr>
          <w:gridAfter w:val="2"/>
          <w:wAfter w:w="4860" w:type="dxa"/>
          <w:cantSplit/>
          <w:trHeight w:val="217"/>
        </w:trPr>
        <w:tc>
          <w:tcPr>
            <w:tcW w:w="2093" w:type="dxa"/>
            <w:gridSpan w:val="2"/>
            <w:tcBorders>
              <w:bottom w:val="single" w:sz="4" w:space="0" w:color="auto"/>
            </w:tcBorders>
          </w:tcPr>
          <w:p w:rsidR="00174346" w:rsidRPr="007870EB" w:rsidRDefault="00174346" w:rsidP="006B26F6">
            <w:pPr>
              <w:pStyle w:val="BodyText"/>
              <w:rPr>
                <w:szCs w:val="28"/>
              </w:rPr>
            </w:pPr>
          </w:p>
        </w:tc>
        <w:tc>
          <w:tcPr>
            <w:tcW w:w="567" w:type="dxa"/>
          </w:tcPr>
          <w:p w:rsidR="00174346" w:rsidRPr="00D43DB2" w:rsidRDefault="00174346" w:rsidP="006B26F6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128" w:type="dxa"/>
            <w:tcBorders>
              <w:bottom w:val="single" w:sz="4" w:space="0" w:color="auto"/>
            </w:tcBorders>
          </w:tcPr>
          <w:p w:rsidR="00174346" w:rsidRPr="007870EB" w:rsidRDefault="00174346" w:rsidP="006B26F6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Cs w:val="28"/>
              </w:rPr>
            </w:pPr>
          </w:p>
        </w:tc>
      </w:tr>
      <w:tr w:rsidR="00174346" w:rsidRPr="00D43DB2" w:rsidTr="006B26F6">
        <w:trPr>
          <w:gridAfter w:val="2"/>
          <w:wAfter w:w="4860" w:type="dxa"/>
          <w:cantSplit/>
          <w:trHeight w:val="298"/>
        </w:trPr>
        <w:tc>
          <w:tcPr>
            <w:tcW w:w="817" w:type="dxa"/>
            <w:vAlign w:val="bottom"/>
          </w:tcPr>
          <w:p w:rsidR="00174346" w:rsidRPr="00D43DB2" w:rsidRDefault="00174346" w:rsidP="006B26F6">
            <w:pPr>
              <w:spacing w:after="0" w:line="240" w:lineRule="auto"/>
              <w:rPr>
                <w:rFonts w:ascii="Times New Roman" w:hAnsi="Times New Roman"/>
              </w:rPr>
            </w:pPr>
            <w:r w:rsidRPr="00D43DB2">
              <w:rPr>
                <w:rFonts w:ascii="Times New Roman" w:hAnsi="Times New Roman"/>
              </w:rPr>
              <w:t>На №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174346" w:rsidRPr="007870EB" w:rsidRDefault="00174346" w:rsidP="006B26F6">
            <w:pPr>
              <w:pStyle w:val="Header"/>
              <w:tabs>
                <w:tab w:val="clear" w:pos="4153"/>
                <w:tab w:val="clear" w:pos="8306"/>
              </w:tabs>
            </w:pPr>
          </w:p>
        </w:tc>
        <w:tc>
          <w:tcPr>
            <w:tcW w:w="567" w:type="dxa"/>
            <w:vAlign w:val="bottom"/>
          </w:tcPr>
          <w:p w:rsidR="00174346" w:rsidRPr="00D43DB2" w:rsidRDefault="00174346" w:rsidP="006B26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43DB2">
              <w:rPr>
                <w:rFonts w:ascii="Times New Roman" w:hAnsi="Times New Roman"/>
              </w:rPr>
              <w:t>от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vAlign w:val="bottom"/>
          </w:tcPr>
          <w:p w:rsidR="00174346" w:rsidRPr="007870EB" w:rsidRDefault="00174346" w:rsidP="006B26F6">
            <w:pPr>
              <w:pStyle w:val="Header"/>
              <w:tabs>
                <w:tab w:val="clear" w:pos="4153"/>
                <w:tab w:val="clear" w:pos="8306"/>
              </w:tabs>
            </w:pPr>
          </w:p>
        </w:tc>
      </w:tr>
    </w:tbl>
    <w:p w:rsidR="00174346" w:rsidRPr="007870EB" w:rsidRDefault="00174346" w:rsidP="008D714A">
      <w:pPr>
        <w:spacing w:after="0"/>
        <w:rPr>
          <w:rFonts w:ascii="Times New Roman" w:hAnsi="Times New Roman"/>
        </w:rPr>
      </w:pPr>
    </w:p>
    <w:p w:rsidR="00174346" w:rsidRDefault="00174346">
      <w:pPr>
        <w:rPr>
          <w:rFonts w:ascii="Times New Roman" w:hAnsi="Times New Roman"/>
          <w:b/>
          <w:sz w:val="28"/>
          <w:szCs w:val="28"/>
        </w:rPr>
      </w:pPr>
      <w:r w:rsidRPr="008D714A">
        <w:rPr>
          <w:rFonts w:ascii="Times New Roman" w:hAnsi="Times New Roman"/>
          <w:b/>
          <w:sz w:val="28"/>
          <w:szCs w:val="28"/>
        </w:rPr>
        <w:t xml:space="preserve">                                   Уважаемый Александр Петрович!</w:t>
      </w:r>
    </w:p>
    <w:p w:rsidR="00174346" w:rsidRDefault="00174346" w:rsidP="008D714A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связи с вступлением в силу Закона Новосибирской области от 02.10.2014 года № 470- ОЗ «О внесении изменений в отдельные законы Новосибирской области в сфере защиты прав несовершеннолетних» прошу рассмотреть на сессии Совета депутатов вопрос о признании утратившими силу нормативных правовых актов, принятых Советом депутатов и регламентирующих деятельность комиссии по делам несовершеннолетних и защиты их прав администрации Тогучинского района Новосибирской области. </w:t>
      </w:r>
    </w:p>
    <w:p w:rsidR="00174346" w:rsidRDefault="00174346" w:rsidP="00B515A4">
      <w:pPr>
        <w:jc w:val="both"/>
        <w:rPr>
          <w:rFonts w:ascii="Times New Roman" w:hAnsi="Times New Roman"/>
          <w:sz w:val="28"/>
          <w:szCs w:val="28"/>
        </w:rPr>
      </w:pPr>
    </w:p>
    <w:p w:rsidR="00174346" w:rsidRDefault="00174346" w:rsidP="00B515A4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Тогучинского района</w:t>
      </w:r>
    </w:p>
    <w:p w:rsidR="00174346" w:rsidRDefault="00174346" w:rsidP="00B515A4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Новосибирской области                                                        С.С. Пыхтин</w:t>
      </w:r>
    </w:p>
    <w:p w:rsidR="00174346" w:rsidRDefault="00174346" w:rsidP="00B515A4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174346" w:rsidRDefault="00174346" w:rsidP="00B515A4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174346" w:rsidRDefault="00174346" w:rsidP="00B515A4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174346" w:rsidRDefault="00174346" w:rsidP="00B515A4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174346" w:rsidRDefault="00174346" w:rsidP="00B515A4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174346" w:rsidRDefault="00174346" w:rsidP="00B515A4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174346" w:rsidRDefault="00174346" w:rsidP="00B515A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174346" w:rsidRDefault="00174346" w:rsidP="00B515A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174346" w:rsidRDefault="00174346" w:rsidP="00B515A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174346" w:rsidRDefault="00174346" w:rsidP="00B515A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174346" w:rsidRDefault="00174346" w:rsidP="00B515A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174346" w:rsidRDefault="00174346" w:rsidP="00B515A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174346" w:rsidRPr="00B515A4" w:rsidRDefault="00174346" w:rsidP="00B515A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515A4">
        <w:rPr>
          <w:rFonts w:ascii="Times New Roman" w:hAnsi="Times New Roman"/>
          <w:sz w:val="24"/>
          <w:szCs w:val="24"/>
        </w:rPr>
        <w:t>Старовойтова Т.А.</w:t>
      </w:r>
    </w:p>
    <w:p w:rsidR="00174346" w:rsidRDefault="00174346" w:rsidP="00B515A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515A4">
        <w:rPr>
          <w:rFonts w:ascii="Times New Roman" w:hAnsi="Times New Roman"/>
          <w:sz w:val="24"/>
          <w:szCs w:val="24"/>
        </w:rPr>
        <w:t>8383 40 21</w:t>
      </w:r>
      <w:r>
        <w:rPr>
          <w:rFonts w:ascii="Times New Roman" w:hAnsi="Times New Roman"/>
          <w:sz w:val="24"/>
          <w:szCs w:val="24"/>
        </w:rPr>
        <w:t> </w:t>
      </w:r>
      <w:r w:rsidRPr="00B515A4">
        <w:rPr>
          <w:rFonts w:ascii="Times New Roman" w:hAnsi="Times New Roman"/>
          <w:sz w:val="24"/>
          <w:szCs w:val="24"/>
        </w:rPr>
        <w:t>541</w:t>
      </w:r>
    </w:p>
    <w:p w:rsidR="00174346" w:rsidRPr="007870EB" w:rsidRDefault="00174346" w:rsidP="00B515A4">
      <w:pPr>
        <w:pStyle w:val="Title"/>
        <w:ind w:right="-109"/>
        <w:rPr>
          <w:b/>
          <w:bCs/>
          <w:szCs w:val="28"/>
        </w:rPr>
      </w:pPr>
      <w:r w:rsidRPr="007870EB">
        <w:rPr>
          <w:b/>
          <w:bCs/>
          <w:szCs w:val="28"/>
        </w:rPr>
        <w:t>СОВЕТ ДЕПУТАТОВ</w:t>
      </w:r>
    </w:p>
    <w:p w:rsidR="00174346" w:rsidRPr="007870EB" w:rsidRDefault="00174346" w:rsidP="00B515A4">
      <w:pPr>
        <w:pStyle w:val="Subtitle"/>
        <w:ind w:right="-109"/>
        <w:rPr>
          <w:sz w:val="28"/>
          <w:szCs w:val="28"/>
        </w:rPr>
      </w:pPr>
      <w:r w:rsidRPr="007870EB">
        <w:rPr>
          <w:sz w:val="28"/>
          <w:szCs w:val="28"/>
        </w:rPr>
        <w:t>ТОГУЧИНСКОГО РАЙОНА</w:t>
      </w:r>
    </w:p>
    <w:p w:rsidR="00174346" w:rsidRPr="007870EB" w:rsidRDefault="00174346" w:rsidP="00B515A4">
      <w:pPr>
        <w:spacing w:after="0"/>
        <w:ind w:right="-109"/>
        <w:jc w:val="center"/>
        <w:rPr>
          <w:rFonts w:ascii="Times New Roman" w:hAnsi="Times New Roman"/>
          <w:b/>
          <w:bCs/>
          <w:sz w:val="28"/>
          <w:szCs w:val="28"/>
        </w:rPr>
      </w:pPr>
      <w:r w:rsidRPr="007870EB">
        <w:rPr>
          <w:rFonts w:ascii="Times New Roman" w:hAnsi="Times New Roman"/>
          <w:b/>
          <w:bCs/>
          <w:sz w:val="28"/>
          <w:szCs w:val="28"/>
        </w:rPr>
        <w:t>НОВОСИБИРСКОЙ ОБЛАСТИ</w:t>
      </w:r>
    </w:p>
    <w:p w:rsidR="00174346" w:rsidRPr="007870EB" w:rsidRDefault="00174346" w:rsidP="00B515A4">
      <w:pPr>
        <w:pStyle w:val="Heading1"/>
        <w:spacing w:line="240" w:lineRule="auto"/>
        <w:ind w:right="-109"/>
        <w:jc w:val="center"/>
        <w:rPr>
          <w:rFonts w:ascii="Times New Roman" w:hAnsi="Times New Roman"/>
          <w:bCs w:val="0"/>
          <w:color w:val="auto"/>
        </w:rPr>
      </w:pPr>
      <w:r w:rsidRPr="007870EB">
        <w:rPr>
          <w:rFonts w:ascii="Times New Roman" w:hAnsi="Times New Roman"/>
          <w:bCs w:val="0"/>
          <w:color w:val="auto"/>
        </w:rPr>
        <w:t>РЕШЕНИЕ</w:t>
      </w:r>
    </w:p>
    <w:p w:rsidR="00174346" w:rsidRPr="007870EB" w:rsidRDefault="00174346" w:rsidP="00B515A4">
      <w:pPr>
        <w:spacing w:after="0" w:line="240" w:lineRule="auto"/>
        <w:ind w:right="-109"/>
        <w:jc w:val="center"/>
        <w:rPr>
          <w:rFonts w:ascii="Times New Roman" w:hAnsi="Times New Roman"/>
          <w:sz w:val="28"/>
          <w:szCs w:val="28"/>
        </w:rPr>
      </w:pPr>
      <w:r w:rsidRPr="007870EB">
        <w:rPr>
          <w:rFonts w:ascii="Times New Roman" w:hAnsi="Times New Roman"/>
          <w:sz w:val="28"/>
          <w:szCs w:val="28"/>
        </w:rPr>
        <w:t xml:space="preserve">двадцать </w:t>
      </w:r>
      <w:r>
        <w:rPr>
          <w:rFonts w:ascii="Times New Roman" w:hAnsi="Times New Roman"/>
          <w:sz w:val="28"/>
          <w:szCs w:val="28"/>
        </w:rPr>
        <w:t>девято</w:t>
      </w:r>
      <w:r w:rsidRPr="007870EB">
        <w:rPr>
          <w:rFonts w:ascii="Times New Roman" w:hAnsi="Times New Roman"/>
          <w:sz w:val="28"/>
          <w:szCs w:val="28"/>
        </w:rPr>
        <w:t>й сессии второго  созыва</w:t>
      </w:r>
    </w:p>
    <w:p w:rsidR="00174346" w:rsidRDefault="00174346" w:rsidP="00B515A4">
      <w:pPr>
        <w:spacing w:after="0" w:line="240" w:lineRule="auto"/>
        <w:ind w:right="-109"/>
        <w:rPr>
          <w:rFonts w:ascii="Times New Roman" w:hAnsi="Times New Roman"/>
          <w:sz w:val="28"/>
          <w:szCs w:val="28"/>
        </w:rPr>
      </w:pPr>
      <w:r w:rsidRPr="007870E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174346" w:rsidRPr="007870EB" w:rsidRDefault="00174346" w:rsidP="00B515A4">
      <w:pPr>
        <w:spacing w:after="0" w:line="240" w:lineRule="auto"/>
        <w:ind w:right="-1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от «</w:t>
      </w:r>
      <w:r w:rsidRPr="007870EB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4</w:t>
      </w:r>
      <w:r w:rsidRPr="007870EB">
        <w:rPr>
          <w:rFonts w:ascii="Times New Roman" w:hAnsi="Times New Roman"/>
          <w:sz w:val="28"/>
          <w:szCs w:val="28"/>
        </w:rPr>
        <w:t xml:space="preserve"> » </w:t>
      </w:r>
      <w:r>
        <w:rPr>
          <w:rFonts w:ascii="Times New Roman" w:hAnsi="Times New Roman"/>
          <w:sz w:val="28"/>
          <w:szCs w:val="28"/>
        </w:rPr>
        <w:t>дека</w:t>
      </w:r>
      <w:r w:rsidRPr="007870EB">
        <w:rPr>
          <w:rFonts w:ascii="Times New Roman" w:hAnsi="Times New Roman"/>
          <w:sz w:val="28"/>
          <w:szCs w:val="28"/>
        </w:rPr>
        <w:t xml:space="preserve">бря  2014 года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</w:t>
      </w:r>
      <w:r w:rsidRPr="007870EB">
        <w:rPr>
          <w:rFonts w:ascii="Times New Roman" w:hAnsi="Times New Roman"/>
          <w:sz w:val="28"/>
          <w:szCs w:val="28"/>
        </w:rPr>
        <w:t xml:space="preserve">  № </w:t>
      </w:r>
      <w:r>
        <w:rPr>
          <w:rFonts w:ascii="Times New Roman" w:hAnsi="Times New Roman"/>
          <w:sz w:val="28"/>
          <w:szCs w:val="28"/>
        </w:rPr>
        <w:t>283</w:t>
      </w:r>
    </w:p>
    <w:p w:rsidR="00174346" w:rsidRPr="007870EB" w:rsidRDefault="00174346" w:rsidP="00B515A4">
      <w:pPr>
        <w:spacing w:after="0"/>
        <w:ind w:right="-109"/>
        <w:rPr>
          <w:rFonts w:ascii="Times New Roman" w:hAnsi="Times New Roman"/>
          <w:sz w:val="28"/>
          <w:szCs w:val="28"/>
        </w:rPr>
      </w:pPr>
    </w:p>
    <w:p w:rsidR="00174346" w:rsidRDefault="00174346" w:rsidP="00B515A4">
      <w:pPr>
        <w:spacing w:after="0"/>
        <w:ind w:right="-109"/>
        <w:rPr>
          <w:rFonts w:ascii="Times New Roman" w:hAnsi="Times New Roman"/>
          <w:sz w:val="28"/>
          <w:szCs w:val="28"/>
        </w:rPr>
      </w:pPr>
      <w:r w:rsidRPr="007870EB">
        <w:rPr>
          <w:rFonts w:ascii="Times New Roman" w:hAnsi="Times New Roman"/>
          <w:sz w:val="28"/>
          <w:szCs w:val="28"/>
        </w:rPr>
        <w:t xml:space="preserve">г. Тогучин </w:t>
      </w:r>
    </w:p>
    <w:p w:rsidR="00174346" w:rsidRDefault="00174346" w:rsidP="00B515A4">
      <w:pPr>
        <w:spacing w:after="0"/>
        <w:ind w:right="-109"/>
        <w:rPr>
          <w:rFonts w:ascii="Times New Roman" w:hAnsi="Times New Roman"/>
          <w:sz w:val="28"/>
          <w:szCs w:val="28"/>
        </w:rPr>
      </w:pPr>
      <w:r w:rsidRPr="007870EB">
        <w:rPr>
          <w:rFonts w:ascii="Times New Roman" w:hAnsi="Times New Roman"/>
          <w:sz w:val="28"/>
          <w:szCs w:val="28"/>
        </w:rPr>
        <w:t xml:space="preserve">   </w:t>
      </w:r>
    </w:p>
    <w:p w:rsidR="00174346" w:rsidRPr="00FB1C14" w:rsidRDefault="00174346" w:rsidP="00B515A4">
      <w:pPr>
        <w:spacing w:after="0"/>
        <w:ind w:right="-109" w:firstLine="708"/>
        <w:jc w:val="both"/>
        <w:rPr>
          <w:rFonts w:ascii="Times New Roman" w:hAnsi="Times New Roman"/>
          <w:b/>
          <w:sz w:val="28"/>
          <w:szCs w:val="28"/>
        </w:rPr>
      </w:pPr>
      <w:r w:rsidRPr="00FB1C14">
        <w:rPr>
          <w:rFonts w:ascii="Times New Roman" w:hAnsi="Times New Roman"/>
          <w:b/>
          <w:sz w:val="28"/>
          <w:szCs w:val="28"/>
        </w:rPr>
        <w:t>О признании  утратившим</w:t>
      </w:r>
      <w:r>
        <w:rPr>
          <w:rFonts w:ascii="Times New Roman" w:hAnsi="Times New Roman"/>
          <w:b/>
          <w:sz w:val="28"/>
          <w:szCs w:val="28"/>
        </w:rPr>
        <w:t>и</w:t>
      </w:r>
      <w:r w:rsidRPr="00FB1C14">
        <w:rPr>
          <w:rFonts w:ascii="Times New Roman" w:hAnsi="Times New Roman"/>
          <w:b/>
          <w:sz w:val="28"/>
          <w:szCs w:val="28"/>
        </w:rPr>
        <w:t xml:space="preserve"> силу нормативных правовых актов, регламентирующих деятельность комиссии по делам несовершеннолетних и защите их прав администрации Тогучинского района Новосибирской области.</w:t>
      </w:r>
    </w:p>
    <w:p w:rsidR="00174346" w:rsidRDefault="00174346" w:rsidP="00B515A4">
      <w:pPr>
        <w:spacing w:after="0"/>
        <w:ind w:right="-109" w:firstLine="708"/>
        <w:jc w:val="both"/>
        <w:rPr>
          <w:rFonts w:ascii="Times New Roman" w:hAnsi="Times New Roman"/>
          <w:sz w:val="28"/>
          <w:szCs w:val="28"/>
        </w:rPr>
      </w:pPr>
    </w:p>
    <w:p w:rsidR="00174346" w:rsidRDefault="00174346" w:rsidP="00B515A4">
      <w:pPr>
        <w:spacing w:after="0"/>
        <w:ind w:right="-109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Руководствуясь Законом Новосибирской области от 02.1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0.2014 года № 470- ОЗ «О внесении изменений в отдельные законы Новосибирской области в сфере защиты прав несовершеннолетних», Совет депутатов Тогучинского района Новосибирской области решил:</w:t>
      </w:r>
    </w:p>
    <w:p w:rsidR="00174346" w:rsidRDefault="00174346" w:rsidP="006F4AB4">
      <w:pPr>
        <w:pStyle w:val="ListParagraph"/>
        <w:numPr>
          <w:ilvl w:val="0"/>
          <w:numId w:val="1"/>
        </w:numPr>
        <w:spacing w:after="0"/>
        <w:ind w:left="0" w:right="-109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Признать утратившими силу:</w:t>
      </w:r>
    </w:p>
    <w:p w:rsidR="00174346" w:rsidRPr="00FB1C14" w:rsidRDefault="00174346" w:rsidP="00FB1C14">
      <w:pPr>
        <w:spacing w:after="0"/>
        <w:ind w:right="-1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FB1C14">
        <w:rPr>
          <w:rFonts w:ascii="Times New Roman" w:hAnsi="Times New Roman"/>
          <w:sz w:val="28"/>
          <w:szCs w:val="28"/>
        </w:rPr>
        <w:t xml:space="preserve"> решение тринадцатой сессии Совета депутатов Тогучинского района Новосибирской области первого созыва от 23.03.2007 года № 11 «Положение о комиссии по делам несовершеннолетних и защите их прав адм</w:t>
      </w:r>
      <w:r>
        <w:rPr>
          <w:rFonts w:ascii="Times New Roman" w:hAnsi="Times New Roman"/>
          <w:sz w:val="28"/>
          <w:szCs w:val="28"/>
        </w:rPr>
        <w:t>инистрации Тогучинского района»;</w:t>
      </w:r>
    </w:p>
    <w:p w:rsidR="00174346" w:rsidRDefault="00174346" w:rsidP="00FB1C14">
      <w:pPr>
        <w:spacing w:after="0"/>
        <w:ind w:right="-1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 р</w:t>
      </w:r>
      <w:r w:rsidRPr="00175DC8">
        <w:rPr>
          <w:rFonts w:ascii="Times New Roman" w:hAnsi="Times New Roman"/>
          <w:sz w:val="28"/>
          <w:szCs w:val="28"/>
        </w:rPr>
        <w:t xml:space="preserve">ешение восемнадцатой сессии </w:t>
      </w:r>
      <w:r w:rsidRPr="00FB1C14">
        <w:rPr>
          <w:rFonts w:ascii="Times New Roman" w:hAnsi="Times New Roman"/>
          <w:sz w:val="28"/>
          <w:szCs w:val="28"/>
        </w:rPr>
        <w:t xml:space="preserve">Совета депутатов Тогучинского района Новосибирской области </w:t>
      </w:r>
      <w:r w:rsidRPr="00175DC8">
        <w:rPr>
          <w:rFonts w:ascii="Times New Roman" w:hAnsi="Times New Roman"/>
          <w:sz w:val="28"/>
          <w:szCs w:val="28"/>
        </w:rPr>
        <w:t>первого созыва от 26.03.2008 года № 12 «</w:t>
      </w:r>
      <w:r>
        <w:rPr>
          <w:rFonts w:ascii="Times New Roman" w:hAnsi="Times New Roman"/>
          <w:sz w:val="28"/>
          <w:szCs w:val="28"/>
        </w:rPr>
        <w:t>О с</w:t>
      </w:r>
      <w:r w:rsidRPr="00175DC8">
        <w:rPr>
          <w:rFonts w:ascii="Times New Roman" w:hAnsi="Times New Roman"/>
          <w:sz w:val="28"/>
          <w:szCs w:val="28"/>
        </w:rPr>
        <w:t>остав</w:t>
      </w:r>
      <w:r>
        <w:rPr>
          <w:rFonts w:ascii="Times New Roman" w:hAnsi="Times New Roman"/>
          <w:sz w:val="28"/>
          <w:szCs w:val="28"/>
        </w:rPr>
        <w:t>е</w:t>
      </w:r>
      <w:r w:rsidRPr="00175DC8">
        <w:rPr>
          <w:rFonts w:ascii="Times New Roman" w:hAnsi="Times New Roman"/>
          <w:sz w:val="28"/>
          <w:szCs w:val="28"/>
        </w:rPr>
        <w:t xml:space="preserve"> комиссии по делам несовершеннолетних и защите их прав администрации Тогучинского района» с последующими изменениями в решениях от 25.06.2009 года № 27, от 21.05.2010 года № 27, от 19.11.2010 года № 55, от 30.09.2011 года № 114, от 03.08.2012 года </w:t>
      </w:r>
      <w:r>
        <w:rPr>
          <w:rFonts w:ascii="Times New Roman" w:hAnsi="Times New Roman"/>
          <w:sz w:val="28"/>
          <w:szCs w:val="28"/>
        </w:rPr>
        <w:t xml:space="preserve">№ 170, от 21.12.2012 года № 196 и </w:t>
      </w:r>
      <w:r w:rsidRPr="00175DC8">
        <w:rPr>
          <w:rFonts w:ascii="Times New Roman" w:hAnsi="Times New Roman"/>
          <w:sz w:val="28"/>
          <w:szCs w:val="28"/>
        </w:rPr>
        <w:t xml:space="preserve"> от 26.09.2014 года № 273</w:t>
      </w:r>
      <w:r>
        <w:rPr>
          <w:rFonts w:ascii="Times New Roman" w:hAnsi="Times New Roman"/>
          <w:sz w:val="28"/>
          <w:szCs w:val="28"/>
        </w:rPr>
        <w:t>.</w:t>
      </w:r>
    </w:p>
    <w:p w:rsidR="00174346" w:rsidRDefault="00174346" w:rsidP="00175DC8">
      <w:pPr>
        <w:pStyle w:val="ListParagraph"/>
        <w:numPr>
          <w:ilvl w:val="0"/>
          <w:numId w:val="1"/>
        </w:numPr>
        <w:spacing w:after="0"/>
        <w:ind w:left="0" w:right="-109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Опубликовать настоящее решение в периодическом печатном издании органа местного самоуправления «Тогучинский вестник».</w:t>
      </w:r>
    </w:p>
    <w:p w:rsidR="00174346" w:rsidRPr="00175DC8" w:rsidRDefault="00174346" w:rsidP="00175DC8">
      <w:pPr>
        <w:pStyle w:val="ListParagraph"/>
        <w:numPr>
          <w:ilvl w:val="0"/>
          <w:numId w:val="1"/>
        </w:numPr>
        <w:spacing w:after="0"/>
        <w:ind w:right="-1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 вступает в силу со дня принятия.</w:t>
      </w:r>
    </w:p>
    <w:p w:rsidR="00174346" w:rsidRDefault="00174346" w:rsidP="00B515A4">
      <w:pPr>
        <w:spacing w:after="0"/>
        <w:ind w:right="-109"/>
        <w:rPr>
          <w:rFonts w:ascii="Times New Roman" w:hAnsi="Times New Roman"/>
          <w:sz w:val="28"/>
          <w:szCs w:val="28"/>
        </w:rPr>
      </w:pPr>
    </w:p>
    <w:p w:rsidR="00174346" w:rsidRDefault="00174346" w:rsidP="00175DC8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Тогучинского района</w:t>
      </w:r>
    </w:p>
    <w:p w:rsidR="00174346" w:rsidRDefault="00174346" w:rsidP="00175DC8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Новосибирской области                                                        С.С. Пыхтин</w:t>
      </w:r>
    </w:p>
    <w:p w:rsidR="00174346" w:rsidRDefault="00174346" w:rsidP="00B515A4">
      <w:pPr>
        <w:spacing w:after="0"/>
        <w:ind w:right="-109"/>
        <w:rPr>
          <w:rFonts w:ascii="Times New Roman" w:hAnsi="Times New Roman"/>
          <w:sz w:val="28"/>
          <w:szCs w:val="28"/>
        </w:rPr>
      </w:pPr>
    </w:p>
    <w:p w:rsidR="00174346" w:rsidRDefault="00174346" w:rsidP="00B515A4">
      <w:pPr>
        <w:spacing w:after="0"/>
        <w:ind w:right="-1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Совета депутатов</w:t>
      </w:r>
    </w:p>
    <w:p w:rsidR="00174346" w:rsidRPr="00FB1C14" w:rsidRDefault="00174346" w:rsidP="00FB1C14">
      <w:pPr>
        <w:spacing w:after="0"/>
        <w:ind w:right="-1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Тогучинского района Новосибирской области                        А.П. Мендруль</w:t>
      </w:r>
    </w:p>
    <w:sectPr w:rsidR="00174346" w:rsidRPr="00FB1C14" w:rsidSect="00175DC8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5A7B51"/>
    <w:multiLevelType w:val="hybridMultilevel"/>
    <w:tmpl w:val="42F2B5BC"/>
    <w:lvl w:ilvl="0" w:tplc="CFF216BA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24471"/>
    <w:rsid w:val="0012189D"/>
    <w:rsid w:val="00174346"/>
    <w:rsid w:val="00175DC8"/>
    <w:rsid w:val="00324471"/>
    <w:rsid w:val="003B5E83"/>
    <w:rsid w:val="0059148E"/>
    <w:rsid w:val="00626D0A"/>
    <w:rsid w:val="00670F11"/>
    <w:rsid w:val="0068353F"/>
    <w:rsid w:val="00691126"/>
    <w:rsid w:val="006B26F6"/>
    <w:rsid w:val="006F4AB4"/>
    <w:rsid w:val="0073117D"/>
    <w:rsid w:val="007849E4"/>
    <w:rsid w:val="007870EB"/>
    <w:rsid w:val="008677B9"/>
    <w:rsid w:val="008D714A"/>
    <w:rsid w:val="009B47BE"/>
    <w:rsid w:val="00B515A4"/>
    <w:rsid w:val="00BD5672"/>
    <w:rsid w:val="00C05DCF"/>
    <w:rsid w:val="00C9245C"/>
    <w:rsid w:val="00D228E4"/>
    <w:rsid w:val="00D43DB2"/>
    <w:rsid w:val="00EB4EA3"/>
    <w:rsid w:val="00F30E47"/>
    <w:rsid w:val="00F43A61"/>
    <w:rsid w:val="00FB1C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714A"/>
    <w:pPr>
      <w:spacing w:after="200" w:line="276" w:lineRule="auto"/>
    </w:pPr>
    <w:rPr>
      <w:rFonts w:eastAsia="Times New Roma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515A4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8D714A"/>
    <w:pPr>
      <w:keepNext/>
      <w:spacing w:after="0" w:line="240" w:lineRule="auto"/>
      <w:outlineLvl w:val="1"/>
    </w:pPr>
    <w:rPr>
      <w:rFonts w:ascii="Times New Roman" w:hAnsi="Times New Roman"/>
      <w:noProof/>
      <w:sz w:val="28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515A4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8D714A"/>
    <w:rPr>
      <w:rFonts w:ascii="Times New Roman" w:hAnsi="Times New Roman" w:cs="Times New Roman"/>
      <w:noProof/>
      <w:sz w:val="24"/>
      <w:szCs w:val="24"/>
      <w:lang w:eastAsia="ru-RU"/>
    </w:rPr>
  </w:style>
  <w:style w:type="paragraph" w:styleId="BodyText">
    <w:name w:val="Body Text"/>
    <w:basedOn w:val="Normal"/>
    <w:link w:val="BodyTextChar"/>
    <w:uiPriority w:val="99"/>
    <w:rsid w:val="008D714A"/>
    <w:pPr>
      <w:spacing w:after="0" w:line="240" w:lineRule="auto"/>
      <w:jc w:val="center"/>
    </w:pPr>
    <w:rPr>
      <w:rFonts w:ascii="Times New Roman" w:hAnsi="Times New Roman"/>
      <w:sz w:val="28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D714A"/>
    <w:rPr>
      <w:rFonts w:ascii="Times New Roman" w:hAnsi="Times New Roman" w:cs="Times New Roman"/>
      <w:sz w:val="24"/>
      <w:szCs w:val="24"/>
      <w:lang w:eastAsia="ru-RU"/>
    </w:rPr>
  </w:style>
  <w:style w:type="paragraph" w:styleId="Header">
    <w:name w:val="header"/>
    <w:basedOn w:val="Normal"/>
    <w:link w:val="HeaderChar"/>
    <w:uiPriority w:val="99"/>
    <w:rsid w:val="008D714A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8"/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8D714A"/>
    <w:rPr>
      <w:rFonts w:ascii="Times New Roman" w:hAnsi="Times New Roman" w:cs="Times New Roman"/>
      <w:sz w:val="20"/>
      <w:szCs w:val="20"/>
      <w:lang w:eastAsia="ru-RU"/>
    </w:rPr>
  </w:style>
  <w:style w:type="character" w:styleId="Hyperlink">
    <w:name w:val="Hyperlink"/>
    <w:basedOn w:val="DefaultParagraphFont"/>
    <w:uiPriority w:val="99"/>
    <w:rsid w:val="008D714A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8D71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D714A"/>
    <w:rPr>
      <w:rFonts w:ascii="Tahoma" w:hAnsi="Tahoma" w:cs="Tahoma"/>
      <w:sz w:val="16"/>
      <w:szCs w:val="16"/>
      <w:lang w:eastAsia="ru-RU"/>
    </w:rPr>
  </w:style>
  <w:style w:type="paragraph" w:styleId="Title">
    <w:name w:val="Title"/>
    <w:basedOn w:val="Normal"/>
    <w:link w:val="TitleChar"/>
    <w:uiPriority w:val="99"/>
    <w:qFormat/>
    <w:rsid w:val="00B515A4"/>
    <w:pPr>
      <w:spacing w:after="0" w:line="240" w:lineRule="auto"/>
      <w:jc w:val="center"/>
    </w:pPr>
    <w:rPr>
      <w:rFonts w:ascii="Times New Roman" w:hAnsi="Times New Roman"/>
      <w:sz w:val="28"/>
      <w:szCs w:val="24"/>
    </w:rPr>
  </w:style>
  <w:style w:type="character" w:customStyle="1" w:styleId="TitleChar">
    <w:name w:val="Title Char"/>
    <w:basedOn w:val="DefaultParagraphFont"/>
    <w:link w:val="Title"/>
    <w:uiPriority w:val="99"/>
    <w:locked/>
    <w:rsid w:val="00B515A4"/>
    <w:rPr>
      <w:rFonts w:ascii="Times New Roman" w:hAnsi="Times New Roman" w:cs="Times New Roman"/>
      <w:sz w:val="24"/>
      <w:szCs w:val="24"/>
      <w:lang w:eastAsia="ru-RU"/>
    </w:rPr>
  </w:style>
  <w:style w:type="paragraph" w:styleId="Subtitle">
    <w:name w:val="Subtitle"/>
    <w:basedOn w:val="Normal"/>
    <w:link w:val="SubtitleChar"/>
    <w:uiPriority w:val="99"/>
    <w:qFormat/>
    <w:rsid w:val="00B515A4"/>
    <w:pPr>
      <w:spacing w:after="0" w:line="240" w:lineRule="auto"/>
      <w:jc w:val="center"/>
    </w:pPr>
    <w:rPr>
      <w:rFonts w:ascii="Times New Roman" w:hAnsi="Times New Roman"/>
      <w:b/>
      <w:bCs/>
      <w:sz w:val="32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B515A4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ListParagraph">
    <w:name w:val="List Paragraph"/>
    <w:basedOn w:val="Normal"/>
    <w:uiPriority w:val="99"/>
    <w:qFormat/>
    <w:rsid w:val="00B515A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ogadm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203</TotalTime>
  <Pages>2</Pages>
  <Words>417</Words>
  <Characters>2378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TStarovoitova</dc:creator>
  <cp:keywords/>
  <dc:description/>
  <cp:lastModifiedBy>lada</cp:lastModifiedBy>
  <cp:revision>10</cp:revision>
  <dcterms:created xsi:type="dcterms:W3CDTF">2014-11-26T00:54:00Z</dcterms:created>
  <dcterms:modified xsi:type="dcterms:W3CDTF">2014-12-10T04:18:00Z</dcterms:modified>
</cp:coreProperties>
</file>